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Pr="004A5568" w:rsidRDefault="003F3F59">
      <w:pPr>
        <w:rPr>
          <w:sz w:val="22"/>
          <w:szCs w:val="22"/>
        </w:rPr>
      </w:pPr>
    </w:p>
    <w:p w14:paraId="512CD368" w14:textId="7480C56C" w:rsidR="009521CA" w:rsidRPr="004A5568" w:rsidRDefault="00EB186E">
      <w:pPr>
        <w:rPr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4A5568">
        <w:rPr>
          <w:sz w:val="22"/>
          <w:szCs w:val="22"/>
        </w:rPr>
        <w:t xml:space="preserve"> </w:t>
      </w:r>
    </w:p>
    <w:p w14:paraId="3FB72143" w14:textId="77777777" w:rsidR="009521CA" w:rsidRPr="004A5568" w:rsidRDefault="009521CA" w:rsidP="009521CA">
      <w:pPr>
        <w:rPr>
          <w:sz w:val="22"/>
          <w:szCs w:val="22"/>
        </w:rPr>
      </w:pPr>
    </w:p>
    <w:p w14:paraId="6F83D111" w14:textId="5BB8139A" w:rsidR="00576AB5" w:rsidRPr="004A5568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4A5568">
        <w:rPr>
          <w:noProof/>
          <w:sz w:val="22"/>
          <w:szCs w:val="22"/>
        </w:rPr>
        <w:t xml:space="preserve">Iktatószám: </w:t>
      </w:r>
      <w:r w:rsidR="0094315A" w:rsidRPr="004A5568">
        <w:rPr>
          <w:noProof/>
          <w:sz w:val="22"/>
          <w:szCs w:val="22"/>
        </w:rPr>
        <w:t>C</w:t>
      </w:r>
      <w:r w:rsidR="00D765D8" w:rsidRPr="004A5568">
        <w:rPr>
          <w:noProof/>
          <w:sz w:val="22"/>
          <w:szCs w:val="22"/>
        </w:rPr>
        <w:t>/</w:t>
      </w:r>
      <w:r w:rsidR="002B202C" w:rsidRPr="004A5568">
        <w:rPr>
          <w:noProof/>
          <w:sz w:val="22"/>
          <w:szCs w:val="22"/>
        </w:rPr>
        <w:t>613,694,611/2025</w:t>
      </w:r>
      <w:r w:rsidR="00576AB5" w:rsidRPr="004A5568">
        <w:rPr>
          <w:noProof/>
          <w:sz w:val="22"/>
          <w:szCs w:val="22"/>
        </w:rPr>
        <w:t>.</w:t>
      </w:r>
      <w:r w:rsidR="0072033E" w:rsidRPr="004A5568">
        <w:rPr>
          <w:noProof/>
          <w:sz w:val="22"/>
          <w:szCs w:val="22"/>
        </w:rPr>
        <w:tab/>
      </w:r>
      <w:r w:rsidR="00514419" w:rsidRPr="004A5568">
        <w:rPr>
          <w:noProof/>
          <w:sz w:val="22"/>
          <w:szCs w:val="22"/>
          <w:u w:val="single"/>
        </w:rPr>
        <w:t>Tárgy:</w:t>
      </w:r>
      <w:r w:rsidR="00514419" w:rsidRPr="004A5568">
        <w:rPr>
          <w:b/>
          <w:noProof/>
          <w:sz w:val="22"/>
          <w:szCs w:val="22"/>
        </w:rPr>
        <w:t xml:space="preserve"> </w:t>
      </w:r>
      <w:r w:rsidR="00B55CA3" w:rsidRPr="004A5568">
        <w:rPr>
          <w:noProof/>
          <w:sz w:val="22"/>
          <w:szCs w:val="22"/>
        </w:rPr>
        <w:t xml:space="preserve">Közhasznú Gazdasági </w:t>
      </w:r>
      <w:r w:rsidR="0072033E" w:rsidRPr="004A5568">
        <w:rPr>
          <w:noProof/>
          <w:sz w:val="22"/>
          <w:szCs w:val="22"/>
        </w:rPr>
        <w:t>társaságok</w:t>
      </w:r>
    </w:p>
    <w:p w14:paraId="2EF86F30" w14:textId="7E0AC9C7" w:rsidR="00514419" w:rsidRPr="004A5568" w:rsidRDefault="00B55CA3" w:rsidP="00520F3E">
      <w:pPr>
        <w:tabs>
          <w:tab w:val="left" w:pos="5812"/>
        </w:tabs>
        <w:ind w:left="5664" w:hanging="5664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Előterjesztő:</w:t>
      </w:r>
      <w:r w:rsidRPr="004A5568">
        <w:rPr>
          <w:noProof/>
          <w:sz w:val="22"/>
          <w:szCs w:val="22"/>
        </w:rPr>
        <w:t xml:space="preserve"> Dr. Csáky András</w:t>
      </w:r>
      <w:r w:rsidR="009521CA" w:rsidRPr="004A5568">
        <w:rPr>
          <w:noProof/>
          <w:sz w:val="22"/>
          <w:szCs w:val="22"/>
        </w:rPr>
        <w:t xml:space="preserve"> polgármester</w:t>
      </w:r>
      <w:r w:rsidR="0072033E" w:rsidRPr="004A5568">
        <w:rPr>
          <w:noProof/>
          <w:sz w:val="22"/>
          <w:szCs w:val="22"/>
        </w:rPr>
        <w:tab/>
      </w:r>
      <w:r w:rsidR="002B202C" w:rsidRPr="004A5568">
        <w:rPr>
          <w:sz w:val="22"/>
          <w:szCs w:val="22"/>
        </w:rPr>
        <w:t xml:space="preserve">2025. </w:t>
      </w:r>
      <w:r w:rsidR="00520F3E">
        <w:rPr>
          <w:noProof/>
          <w:sz w:val="22"/>
          <w:szCs w:val="22"/>
        </w:rPr>
        <w:t xml:space="preserve">június, július, augusztus </w:t>
      </w:r>
      <w:r w:rsidR="002B202C" w:rsidRPr="004A5568">
        <w:rPr>
          <w:sz w:val="22"/>
          <w:szCs w:val="22"/>
        </w:rPr>
        <w:t>TUB beszámoló</w:t>
      </w:r>
      <w:r w:rsidR="00DA1C52" w:rsidRPr="004A5568">
        <w:rPr>
          <w:sz w:val="22"/>
          <w:szCs w:val="22"/>
        </w:rPr>
        <w:t>ja</w:t>
      </w:r>
    </w:p>
    <w:p w14:paraId="0BCE6194" w14:textId="70B2DF3E" w:rsidR="0072033E" w:rsidRPr="004A5568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Szakmai el</w:t>
      </w:r>
      <w:r w:rsidR="00091C0D" w:rsidRPr="004A5568">
        <w:rPr>
          <w:noProof/>
          <w:sz w:val="22"/>
          <w:szCs w:val="22"/>
          <w:u w:val="single"/>
        </w:rPr>
        <w:t>őterjesztő</w:t>
      </w:r>
      <w:r w:rsidR="00091C0D" w:rsidRPr="004A5568">
        <w:rPr>
          <w:noProof/>
          <w:sz w:val="22"/>
          <w:szCs w:val="22"/>
        </w:rPr>
        <w:t>:</w:t>
      </w:r>
      <w:r w:rsidR="005F5BF6" w:rsidRPr="004A5568">
        <w:rPr>
          <w:noProof/>
          <w:sz w:val="22"/>
          <w:szCs w:val="22"/>
        </w:rPr>
        <w:t xml:space="preserve"> </w:t>
      </w:r>
      <w:r w:rsidR="00665835" w:rsidRPr="004A5568">
        <w:rPr>
          <w:noProof/>
          <w:sz w:val="22"/>
          <w:szCs w:val="22"/>
        </w:rPr>
        <w:t>Gazdasági társaságok ügyvezetői</w:t>
      </w:r>
      <w:r w:rsidR="00B55CA3" w:rsidRPr="004A5568">
        <w:rPr>
          <w:noProof/>
          <w:sz w:val="22"/>
          <w:szCs w:val="22"/>
        </w:rPr>
        <w:t xml:space="preserve"> </w:t>
      </w:r>
      <w:r w:rsidR="0072033E" w:rsidRPr="004A5568">
        <w:rPr>
          <w:noProof/>
          <w:sz w:val="22"/>
          <w:szCs w:val="22"/>
        </w:rPr>
        <w:tab/>
      </w:r>
      <w:r w:rsidR="0072033E" w:rsidRPr="004A5568">
        <w:rPr>
          <w:noProof/>
          <w:sz w:val="22"/>
          <w:szCs w:val="22"/>
          <w:u w:val="single"/>
        </w:rPr>
        <w:t>Melléklet</w:t>
      </w:r>
      <w:r w:rsidR="0072033E" w:rsidRPr="004A5568">
        <w:rPr>
          <w:noProof/>
          <w:sz w:val="22"/>
          <w:szCs w:val="22"/>
        </w:rPr>
        <w:t xml:space="preserve">: </w:t>
      </w:r>
      <w:r w:rsidR="00D93361" w:rsidRPr="004A5568">
        <w:rPr>
          <w:noProof/>
          <w:sz w:val="22"/>
          <w:szCs w:val="22"/>
        </w:rPr>
        <w:t>3</w:t>
      </w:r>
      <w:r w:rsidR="00DA1C52" w:rsidRPr="004A5568">
        <w:rPr>
          <w:noProof/>
          <w:sz w:val="22"/>
          <w:szCs w:val="22"/>
        </w:rPr>
        <w:t xml:space="preserve"> db beszámoló</w:t>
      </w:r>
    </w:p>
    <w:p w14:paraId="078215C7" w14:textId="6E052DA3" w:rsidR="00576AB5" w:rsidRPr="004A5568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Ügyintéző</w:t>
      </w:r>
      <w:r w:rsidRPr="004A5568">
        <w:rPr>
          <w:noProof/>
          <w:sz w:val="22"/>
          <w:szCs w:val="22"/>
        </w:rPr>
        <w:t xml:space="preserve">: </w:t>
      </w:r>
      <w:r w:rsidR="001C3221" w:rsidRPr="004A5568">
        <w:rPr>
          <w:noProof/>
          <w:sz w:val="22"/>
          <w:szCs w:val="22"/>
        </w:rPr>
        <w:t>Lendér Zsuzsanna kontroller</w:t>
      </w:r>
      <w:r w:rsidR="00B55CA3" w:rsidRPr="004A5568">
        <w:rPr>
          <w:noProof/>
          <w:sz w:val="22"/>
          <w:szCs w:val="22"/>
        </w:rPr>
        <w:t xml:space="preserve"> </w:t>
      </w:r>
    </w:p>
    <w:p w14:paraId="741BA215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1676F2B3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647F53E8" w14:textId="224399FB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ELŐTERJESZTÉS</w:t>
      </w:r>
    </w:p>
    <w:p w14:paraId="320BFD9F" w14:textId="77777777" w:rsidR="00DA1C52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Cegléd Város Önkormány</w:t>
      </w:r>
      <w:r w:rsidR="00DA1C52" w:rsidRPr="004A5568">
        <w:rPr>
          <w:b/>
          <w:noProof/>
          <w:sz w:val="22"/>
          <w:szCs w:val="22"/>
        </w:rPr>
        <w:t>zata Képviselő-testületének</w:t>
      </w:r>
    </w:p>
    <w:p w14:paraId="03C2DBE7" w14:textId="2E8563F7" w:rsidR="00576AB5" w:rsidRPr="004A5568" w:rsidRDefault="00B55CA3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20</w:t>
      </w:r>
      <w:r w:rsidR="00CE5B24" w:rsidRPr="004A5568">
        <w:rPr>
          <w:b/>
          <w:noProof/>
          <w:sz w:val="22"/>
          <w:szCs w:val="22"/>
        </w:rPr>
        <w:t>2</w:t>
      </w:r>
      <w:r w:rsidR="00E825C8" w:rsidRPr="004A5568">
        <w:rPr>
          <w:b/>
          <w:noProof/>
          <w:sz w:val="22"/>
          <w:szCs w:val="22"/>
        </w:rPr>
        <w:t>5</w:t>
      </w:r>
      <w:r w:rsidR="00576AB5" w:rsidRPr="004A5568">
        <w:rPr>
          <w:b/>
          <w:noProof/>
          <w:sz w:val="22"/>
          <w:szCs w:val="22"/>
        </w:rPr>
        <w:t>.</w:t>
      </w:r>
      <w:r w:rsidR="008A70A7" w:rsidRPr="004A5568">
        <w:rPr>
          <w:b/>
          <w:noProof/>
          <w:sz w:val="22"/>
          <w:szCs w:val="22"/>
        </w:rPr>
        <w:t xml:space="preserve"> </w:t>
      </w:r>
      <w:r w:rsidR="00520F3E">
        <w:rPr>
          <w:b/>
          <w:noProof/>
          <w:sz w:val="22"/>
          <w:szCs w:val="22"/>
        </w:rPr>
        <w:t>szeptember</w:t>
      </w:r>
      <w:r w:rsidR="004C24BD">
        <w:rPr>
          <w:b/>
          <w:noProof/>
          <w:sz w:val="22"/>
          <w:szCs w:val="22"/>
        </w:rPr>
        <w:t xml:space="preserve"> 1</w:t>
      </w:r>
      <w:r w:rsidR="00520F3E">
        <w:rPr>
          <w:b/>
          <w:noProof/>
          <w:sz w:val="22"/>
          <w:szCs w:val="22"/>
        </w:rPr>
        <w:t>8</w:t>
      </w:r>
      <w:r w:rsidR="0072033E" w:rsidRPr="004A5568">
        <w:rPr>
          <w:b/>
          <w:noProof/>
          <w:sz w:val="22"/>
          <w:szCs w:val="22"/>
        </w:rPr>
        <w:t>-</w:t>
      </w:r>
      <w:r w:rsidR="00DA1C52" w:rsidRPr="004A5568">
        <w:rPr>
          <w:b/>
          <w:noProof/>
          <w:sz w:val="22"/>
          <w:szCs w:val="22"/>
        </w:rPr>
        <w:t xml:space="preserve">i nyilvános </w:t>
      </w:r>
      <w:r w:rsidR="00576AB5" w:rsidRPr="004A5568">
        <w:rPr>
          <w:b/>
          <w:noProof/>
          <w:sz w:val="22"/>
          <w:szCs w:val="22"/>
        </w:rPr>
        <w:t>ülésére</w:t>
      </w:r>
    </w:p>
    <w:p w14:paraId="657AE09E" w14:textId="77777777" w:rsidR="00576AB5" w:rsidRPr="004A5568" w:rsidRDefault="00576AB5" w:rsidP="00576AB5">
      <w:pPr>
        <w:jc w:val="center"/>
        <w:rPr>
          <w:noProof/>
          <w:sz w:val="22"/>
          <w:szCs w:val="22"/>
        </w:rPr>
      </w:pPr>
    </w:p>
    <w:p w14:paraId="3607F3FA" w14:textId="77777777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Tisztelt Képviselő-testület!</w:t>
      </w:r>
    </w:p>
    <w:p w14:paraId="6A278AD8" w14:textId="77777777" w:rsidR="00354463" w:rsidRPr="004A5568" w:rsidRDefault="00354463" w:rsidP="00354463">
      <w:pPr>
        <w:rPr>
          <w:b/>
          <w:sz w:val="22"/>
          <w:szCs w:val="22"/>
        </w:rPr>
      </w:pPr>
    </w:p>
    <w:p w14:paraId="110E3A75" w14:textId="77777777" w:rsidR="00DA1C52" w:rsidRPr="004A5568" w:rsidRDefault="00DA1C52" w:rsidP="00DA1C52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  <w:r w:rsidRPr="004A5568">
        <w:rPr>
          <w:sz w:val="22"/>
          <w:szCs w:val="22"/>
        </w:rPr>
        <w:t xml:space="preserve">Cegléd Város Önkormányzatának Képviselő-testülete a 16/2025. (I. 23.) </w:t>
      </w:r>
      <w:proofErr w:type="spellStart"/>
      <w:r w:rsidRPr="004A5568">
        <w:rPr>
          <w:sz w:val="22"/>
          <w:szCs w:val="22"/>
        </w:rPr>
        <w:t>Ök</w:t>
      </w:r>
      <w:proofErr w:type="spellEnd"/>
      <w:r w:rsidRPr="004A5568">
        <w:rPr>
          <w:sz w:val="22"/>
          <w:szCs w:val="22"/>
        </w:rPr>
        <w:t xml:space="preserve">. határozatával utasította az Önkormányzat tulajdonában lévő gazdasági társaságok ügyvezetőit, hogy </w:t>
      </w:r>
      <w:r w:rsidRPr="004A5568">
        <w:rPr>
          <w:i/>
          <w:sz w:val="22"/>
          <w:szCs w:val="22"/>
        </w:rPr>
        <w:t>készítsenek a Képviselő-testület tagjai számára összefoglalót azokról a folyamatokban lévő ügyekről, projectekről, melyek a Képviselő-testület vagy a Polgármester döntése alapján felelősei</w:t>
      </w:r>
      <w:r w:rsidRPr="004A5568">
        <w:rPr>
          <w:sz w:val="22"/>
          <w:szCs w:val="22"/>
        </w:rPr>
        <w:t>. Ezeket az összefoglalókat havonta kell aktualizálni és a Tulajdonosi Bizottságot részéről ezen beszámolók tárgyalását napirendre kell tűzni, indokolt esetben tulajdonosi döntést kezdeményezve.</w:t>
      </w:r>
    </w:p>
    <w:p w14:paraId="2D2F364E" w14:textId="77777777" w:rsidR="00E825C8" w:rsidRPr="004A5568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</w:p>
    <w:p w14:paraId="0FC0A73B" w14:textId="6007F3E1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4A5568">
        <w:rPr>
          <w:b/>
          <w:noProof/>
          <w:sz w:val="22"/>
          <w:szCs w:val="22"/>
        </w:rPr>
        <w:t xml:space="preserve"> Ceglédi TV Közhasznú</w:t>
      </w:r>
      <w:r w:rsidRPr="004A5568">
        <w:rPr>
          <w:b/>
          <w:sz w:val="22"/>
          <w:szCs w:val="22"/>
        </w:rPr>
        <w:t xml:space="preserve"> Nonprofit Kft., VÁRVAG Városüzemeltetési és Vagyongazdálkodási Nonprofit Közhasznú Kft. és a „Kossuth Művelődési Központ” Nonprofit</w:t>
      </w:r>
      <w:r w:rsidR="0009398F" w:rsidRPr="004A5568">
        <w:rPr>
          <w:b/>
          <w:sz w:val="22"/>
          <w:szCs w:val="22"/>
        </w:rPr>
        <w:t xml:space="preserve"> Közhasznú</w:t>
      </w:r>
      <w:r w:rsidRPr="004A5568">
        <w:rPr>
          <w:b/>
          <w:sz w:val="22"/>
          <w:szCs w:val="22"/>
        </w:rPr>
        <w:t xml:space="preserve"> Kft. </w:t>
      </w:r>
      <w:r w:rsidRPr="004A5568">
        <w:rPr>
          <w:noProof/>
          <w:sz w:val="22"/>
          <w:szCs w:val="22"/>
        </w:rPr>
        <w:t xml:space="preserve">– </w:t>
      </w:r>
      <w:r w:rsidR="00E825C8" w:rsidRPr="004A5568">
        <w:rPr>
          <w:noProof/>
          <w:sz w:val="22"/>
          <w:szCs w:val="22"/>
        </w:rPr>
        <w:t xml:space="preserve">2025. </w:t>
      </w:r>
      <w:r w:rsidR="00520F3E">
        <w:rPr>
          <w:noProof/>
          <w:sz w:val="22"/>
          <w:szCs w:val="22"/>
        </w:rPr>
        <w:t xml:space="preserve">június, július, augusztus </w:t>
      </w:r>
      <w:r w:rsidR="00E825C8" w:rsidRPr="004A5568">
        <w:rPr>
          <w:noProof/>
          <w:sz w:val="22"/>
          <w:szCs w:val="22"/>
        </w:rPr>
        <w:t>havi beszámolóját, melyet mellékelten csatolok.</w:t>
      </w:r>
      <w:r w:rsidR="00ED002A" w:rsidRPr="004A5568">
        <w:rPr>
          <w:noProof/>
          <w:sz w:val="22"/>
          <w:szCs w:val="22"/>
        </w:rPr>
        <w:t xml:space="preserve"> </w:t>
      </w:r>
    </w:p>
    <w:p w14:paraId="6CDC4292" w14:textId="77777777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</w:p>
    <w:p w14:paraId="5E814BA6" w14:textId="0692606B" w:rsidR="00417B2C" w:rsidRPr="004A5568" w:rsidRDefault="0072033E" w:rsidP="00417B2C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>z előterjesztést</w:t>
      </w:r>
      <w:r w:rsidR="00AB1BC6" w:rsidRPr="004A5568">
        <w:rPr>
          <w:b/>
          <w:sz w:val="22"/>
          <w:szCs w:val="22"/>
        </w:rPr>
        <w:t xml:space="preserve"> a </w:t>
      </w:r>
      <w:r w:rsidR="00E825C8" w:rsidRPr="004A5568">
        <w:rPr>
          <w:b/>
          <w:sz w:val="22"/>
          <w:szCs w:val="22"/>
        </w:rPr>
        <w:t>Tulajdonosi</w:t>
      </w:r>
      <w:r w:rsidR="00AB1BC6" w:rsidRPr="004A5568">
        <w:rPr>
          <w:b/>
          <w:sz w:val="22"/>
          <w:szCs w:val="22"/>
        </w:rPr>
        <w:t xml:space="preserve"> Bizottság</w:t>
      </w:r>
      <w:r w:rsidR="00E825C8" w:rsidRPr="004A5568">
        <w:rPr>
          <w:b/>
          <w:sz w:val="22"/>
          <w:szCs w:val="22"/>
        </w:rPr>
        <w:t xml:space="preserve"> </w:t>
      </w:r>
      <w:r w:rsidRPr="004A5568">
        <w:rPr>
          <w:sz w:val="22"/>
          <w:szCs w:val="22"/>
        </w:rPr>
        <w:t>tárgyalja</w:t>
      </w:r>
      <w:r w:rsidR="00AB1BC6" w:rsidRPr="004A5568">
        <w:rPr>
          <w:b/>
          <w:sz w:val="22"/>
          <w:szCs w:val="22"/>
        </w:rPr>
        <w:t>.</w:t>
      </w:r>
      <w:r w:rsidR="00417B2C" w:rsidRPr="004A5568">
        <w:rPr>
          <w:b/>
          <w:sz w:val="22"/>
          <w:szCs w:val="22"/>
        </w:rPr>
        <w:t xml:space="preserve"> </w:t>
      </w:r>
      <w:r w:rsidR="00417B2C" w:rsidRPr="004A5568">
        <w:rPr>
          <w:sz w:val="22"/>
          <w:szCs w:val="22"/>
        </w:rPr>
        <w:t xml:space="preserve">A </w:t>
      </w:r>
      <w:r w:rsidR="00DA1C52" w:rsidRPr="004A5568">
        <w:rPr>
          <w:sz w:val="22"/>
          <w:szCs w:val="22"/>
        </w:rPr>
        <w:t>TUB</w:t>
      </w:r>
      <w:r w:rsidR="00417B2C" w:rsidRPr="004A5568">
        <w:rPr>
          <w:sz w:val="22"/>
          <w:szCs w:val="22"/>
        </w:rPr>
        <w:t xml:space="preserve"> véleménye – jegyzőkönyvi kivonat formájában – a </w:t>
      </w:r>
      <w:r w:rsidR="00E825C8" w:rsidRPr="004A5568">
        <w:rPr>
          <w:sz w:val="22"/>
          <w:szCs w:val="22"/>
        </w:rPr>
        <w:t>K</w:t>
      </w:r>
      <w:r w:rsidR="00417B2C" w:rsidRPr="004A5568">
        <w:rPr>
          <w:sz w:val="22"/>
          <w:szCs w:val="22"/>
        </w:rPr>
        <w:t>épviselő-testület ülésén helyben kerül ismertetésre.</w:t>
      </w:r>
    </w:p>
    <w:p w14:paraId="21401A57" w14:textId="77777777" w:rsidR="00AB1BC6" w:rsidRPr="004A5568" w:rsidRDefault="00AB1BC6" w:rsidP="00AB1BC6">
      <w:pPr>
        <w:spacing w:before="120"/>
        <w:jc w:val="both"/>
        <w:rPr>
          <w:b/>
          <w:sz w:val="22"/>
          <w:szCs w:val="22"/>
        </w:rPr>
      </w:pPr>
    </w:p>
    <w:p w14:paraId="333F38D3" w14:textId="6CA98D09" w:rsidR="00AB1BC6" w:rsidRPr="004A5568" w:rsidRDefault="00CE5B24" w:rsidP="00AB1BC6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 xml:space="preserve"> döntéshozatal </w:t>
      </w:r>
      <w:r w:rsidR="00AB1BC6" w:rsidRPr="004A5568">
        <w:rPr>
          <w:i/>
          <w:sz w:val="22"/>
          <w:szCs w:val="22"/>
        </w:rPr>
        <w:t>az egyesülési jogról, a közhasznú jogállásról, valamint a civil szervezetek működéséről és támogatásáról szóló 2011. évi CLXXV. törvény</w:t>
      </w:r>
      <w:r w:rsidR="00AB1BC6" w:rsidRPr="004A5568">
        <w:rPr>
          <w:sz w:val="22"/>
          <w:szCs w:val="22"/>
        </w:rPr>
        <w:t xml:space="preserve"> 37. § (1) bekezdése alapján, </w:t>
      </w:r>
      <w:r w:rsidR="00AB1BC6" w:rsidRPr="004A5568">
        <w:rPr>
          <w:b/>
          <w:sz w:val="22"/>
          <w:szCs w:val="22"/>
        </w:rPr>
        <w:t>nyilvános ülés</w:t>
      </w:r>
      <w:r w:rsidR="00AB1BC6" w:rsidRPr="004A5568">
        <w:rPr>
          <w:sz w:val="22"/>
          <w:szCs w:val="22"/>
        </w:rPr>
        <w:t xml:space="preserve"> keretében, </w:t>
      </w:r>
      <w:r w:rsidR="00AB1BC6" w:rsidRPr="004A5568">
        <w:rPr>
          <w:i/>
          <w:sz w:val="22"/>
          <w:szCs w:val="22"/>
        </w:rPr>
        <w:t>Magyarország helyi önkormányzatairól szóló 2011. évi CLXXXIX. törvény</w:t>
      </w:r>
      <w:r w:rsidR="00AB1BC6" w:rsidRPr="004A5568">
        <w:rPr>
          <w:sz w:val="22"/>
          <w:szCs w:val="22"/>
        </w:rPr>
        <w:t xml:space="preserve"> (Mötv.) 50. §-a alapján, figyelemmel a 47. § (2) bekezdésére, valamint a Kt. SzMSz </w:t>
      </w:r>
      <w:r w:rsidR="00DA1C52" w:rsidRPr="004A5568">
        <w:rPr>
          <w:sz w:val="22"/>
          <w:szCs w:val="22"/>
        </w:rPr>
        <w:t>59</w:t>
      </w:r>
      <w:r w:rsidR="00AB1BC6" w:rsidRPr="004A5568">
        <w:rPr>
          <w:sz w:val="22"/>
          <w:szCs w:val="22"/>
        </w:rPr>
        <w:t xml:space="preserve">. §-ára – </w:t>
      </w:r>
      <w:r w:rsidR="00AB1BC6" w:rsidRPr="004A5568">
        <w:rPr>
          <w:b/>
          <w:sz w:val="22"/>
          <w:szCs w:val="22"/>
        </w:rPr>
        <w:t>egyszerű szavazati arányt</w:t>
      </w:r>
      <w:r w:rsidR="00AB1BC6" w:rsidRPr="004A5568">
        <w:rPr>
          <w:sz w:val="22"/>
          <w:szCs w:val="22"/>
        </w:rPr>
        <w:t xml:space="preserve"> igényel.</w:t>
      </w:r>
    </w:p>
    <w:p w14:paraId="1B73B97E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419FCB26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2A41495F" w14:textId="3681A652" w:rsidR="0024428A" w:rsidRPr="004A5568" w:rsidRDefault="00073CC7" w:rsidP="0024428A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Cegléd, </w:t>
      </w:r>
      <w:r w:rsidR="002B202C" w:rsidRPr="004A5568">
        <w:rPr>
          <w:sz w:val="22"/>
          <w:szCs w:val="22"/>
        </w:rPr>
        <w:t xml:space="preserve">2025. </w:t>
      </w:r>
      <w:r w:rsidR="00520F3E">
        <w:rPr>
          <w:noProof/>
          <w:sz w:val="22"/>
          <w:szCs w:val="22"/>
        </w:rPr>
        <w:t>szeptember 0</w:t>
      </w:r>
      <w:r w:rsidR="00D101D2">
        <w:rPr>
          <w:noProof/>
          <w:sz w:val="22"/>
          <w:szCs w:val="22"/>
        </w:rPr>
        <w:t>5</w:t>
      </w:r>
      <w:bookmarkStart w:id="0" w:name="_GoBack"/>
      <w:bookmarkEnd w:id="0"/>
      <w:r w:rsidR="002B202C" w:rsidRPr="004A5568">
        <w:rPr>
          <w:sz w:val="22"/>
          <w:szCs w:val="22"/>
        </w:rPr>
        <w:t>.</w:t>
      </w:r>
    </w:p>
    <w:p w14:paraId="25A88FD0" w14:textId="77777777" w:rsidR="005F5BF6" w:rsidRPr="004A5568" w:rsidRDefault="005F5BF6" w:rsidP="005F5BF6">
      <w:pPr>
        <w:ind w:right="-2"/>
        <w:jc w:val="both"/>
        <w:rPr>
          <w:sz w:val="22"/>
          <w:szCs w:val="22"/>
        </w:rPr>
      </w:pPr>
    </w:p>
    <w:p w14:paraId="4EA1F148" w14:textId="77777777" w:rsidR="0024428A" w:rsidRPr="004A5568" w:rsidRDefault="00073CC7" w:rsidP="00073CC7">
      <w:pPr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  <w:t xml:space="preserve">      Dr. Csáky András</w:t>
      </w:r>
    </w:p>
    <w:p w14:paraId="35B24560" w14:textId="77777777" w:rsidR="0024428A" w:rsidRPr="004A5568" w:rsidRDefault="00665835" w:rsidP="00880EE3">
      <w:pPr>
        <w:ind w:left="6946"/>
        <w:rPr>
          <w:sz w:val="22"/>
          <w:szCs w:val="22"/>
        </w:rPr>
      </w:pPr>
      <w:r w:rsidRPr="004A5568">
        <w:rPr>
          <w:sz w:val="22"/>
          <w:szCs w:val="22"/>
        </w:rPr>
        <w:t xml:space="preserve"> </w:t>
      </w:r>
      <w:r w:rsidR="005D30D2" w:rsidRPr="004A5568">
        <w:rPr>
          <w:sz w:val="22"/>
          <w:szCs w:val="22"/>
        </w:rPr>
        <w:t>p</w:t>
      </w:r>
      <w:r w:rsidR="0024428A" w:rsidRPr="004A5568">
        <w:rPr>
          <w:sz w:val="22"/>
          <w:szCs w:val="22"/>
        </w:rPr>
        <w:t>olgármester</w:t>
      </w:r>
    </w:p>
    <w:p w14:paraId="40FACA59" w14:textId="77777777" w:rsidR="005D30D2" w:rsidRPr="004A5568" w:rsidRDefault="005D30D2" w:rsidP="00576AB5">
      <w:pPr>
        <w:jc w:val="center"/>
        <w:rPr>
          <w:b/>
          <w:bCs/>
          <w:sz w:val="22"/>
          <w:szCs w:val="22"/>
        </w:rPr>
        <w:sectPr w:rsidR="005D30D2" w:rsidRPr="004A5568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bCs/>
          <w:sz w:val="22"/>
          <w:szCs w:val="22"/>
        </w:rPr>
        <w:lastRenderedPageBreak/>
        <w:t>I. Határozati javaslat</w:t>
      </w:r>
    </w:p>
    <w:p w14:paraId="3AC9BC40" w14:textId="77777777" w:rsidR="0047674D" w:rsidRPr="004A5568" w:rsidRDefault="0047674D" w:rsidP="00B15B05">
      <w:pPr>
        <w:jc w:val="both"/>
        <w:rPr>
          <w:sz w:val="22"/>
          <w:szCs w:val="22"/>
        </w:rPr>
      </w:pPr>
    </w:p>
    <w:p w14:paraId="6847ABB4" w14:textId="1C9EED9F" w:rsidR="00417B2C" w:rsidRPr="004A5568" w:rsidRDefault="00B15B05" w:rsidP="00417B2C">
      <w:pPr>
        <w:jc w:val="both"/>
        <w:rPr>
          <w:sz w:val="22"/>
          <w:szCs w:val="22"/>
        </w:rPr>
      </w:pPr>
      <w:bookmarkStart w:id="1" w:name="_Hlk70942644"/>
      <w:r w:rsidRPr="004A5568">
        <w:rPr>
          <w:sz w:val="22"/>
          <w:szCs w:val="22"/>
        </w:rPr>
        <w:t>Cegléd Város Önkormányzatának Képviselő-testülete</w:t>
      </w:r>
      <w:r w:rsidR="00CE3339" w:rsidRPr="004A5568">
        <w:rPr>
          <w:sz w:val="22"/>
          <w:szCs w:val="22"/>
        </w:rPr>
        <w:t>,</w:t>
      </w:r>
      <w:r w:rsidRPr="004A5568">
        <w:rPr>
          <w:sz w:val="22"/>
          <w:szCs w:val="22"/>
        </w:rPr>
        <w:t xml:space="preserve"> </w:t>
      </w:r>
      <w:bookmarkEnd w:id="1"/>
      <w:r w:rsidR="00DA1C52" w:rsidRPr="004A5568">
        <w:rPr>
          <w:sz w:val="22"/>
          <w:szCs w:val="22"/>
        </w:rPr>
        <w:t xml:space="preserve">mint a Ceglédi TV Közhasznú Nonprofit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0930B08" w14:textId="2C7052CA" w:rsidR="00111D6C" w:rsidRPr="004A5568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</w:t>
      </w:r>
      <w:r w:rsidR="00C80223" w:rsidRPr="004A5568">
        <w:rPr>
          <w:sz w:val="22"/>
          <w:szCs w:val="22"/>
        </w:rPr>
        <w:t>lfogad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</w:t>
      </w:r>
      <w:r w:rsidR="00544951" w:rsidRPr="004A5568">
        <w:rPr>
          <w:noProof/>
          <w:sz w:val="22"/>
          <w:szCs w:val="22"/>
        </w:rPr>
        <w:t xml:space="preserve">Ceglédi TV Közhasznú Nonprofit Kft. </w:t>
      </w:r>
      <w:r w:rsidR="00111D6C" w:rsidRPr="004A5568">
        <w:rPr>
          <w:sz w:val="22"/>
          <w:szCs w:val="22"/>
        </w:rPr>
        <w:t xml:space="preserve">(2700 Cegléd, Teleki utca 12.) </w:t>
      </w:r>
      <w:r w:rsidR="00C71798" w:rsidRPr="004A5568">
        <w:rPr>
          <w:sz w:val="22"/>
          <w:szCs w:val="22"/>
        </w:rPr>
        <w:t xml:space="preserve">2025. </w:t>
      </w:r>
      <w:r w:rsidR="00520F3E">
        <w:rPr>
          <w:noProof/>
          <w:sz w:val="22"/>
          <w:szCs w:val="22"/>
        </w:rPr>
        <w:t xml:space="preserve">június, július, augusztus </w:t>
      </w:r>
      <w:r w:rsidR="00C71798" w:rsidRPr="004A5568">
        <w:rPr>
          <w:sz w:val="22"/>
          <w:szCs w:val="22"/>
        </w:rPr>
        <w:t>havi beszámolóját</w:t>
      </w:r>
      <w:r w:rsidR="00111D6C" w:rsidRPr="004A5568">
        <w:rPr>
          <w:sz w:val="22"/>
          <w:szCs w:val="22"/>
        </w:rPr>
        <w:t>.</w:t>
      </w:r>
    </w:p>
    <w:p w14:paraId="441B084C" w14:textId="77777777" w:rsidR="00111D6C" w:rsidRPr="004A556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4A5568" w:rsidRDefault="00111D6C" w:rsidP="00111D6C">
      <w:pPr>
        <w:ind w:left="360"/>
        <w:jc w:val="both"/>
        <w:rPr>
          <w:sz w:val="22"/>
          <w:szCs w:val="22"/>
        </w:rPr>
      </w:pPr>
    </w:p>
    <w:p w14:paraId="499BDF58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56984501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2A9C0BCF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3F7DD2E0" w14:textId="1984DD20" w:rsidR="00111D6C" w:rsidRPr="004A556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90FAA93" w14:textId="77777777" w:rsidR="008773B4" w:rsidRPr="004A5568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noProof/>
          <w:sz w:val="22"/>
          <w:szCs w:val="22"/>
        </w:rPr>
        <w:t>Ceglédi TV Közhasznú Nonprofit Kft.</w:t>
      </w:r>
    </w:p>
    <w:p w14:paraId="35C33631" w14:textId="77777777" w:rsidR="003F3F59" w:rsidRPr="004A5568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490FA304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77EDB395" w14:textId="77777777" w:rsidR="008773B4" w:rsidRPr="004A5568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4A5568">
        <w:rPr>
          <w:b/>
          <w:sz w:val="22"/>
          <w:szCs w:val="22"/>
        </w:rPr>
        <w:t>II</w:t>
      </w:r>
      <w:r w:rsidR="008773B4" w:rsidRPr="004A5568">
        <w:rPr>
          <w:b/>
          <w:sz w:val="22"/>
          <w:szCs w:val="22"/>
        </w:rPr>
        <w:t>. Határozati javaslat</w:t>
      </w:r>
    </w:p>
    <w:p w14:paraId="750F40E1" w14:textId="77777777" w:rsidR="008773B4" w:rsidRPr="004A5568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14:paraId="6538EB5A" w14:textId="40300633" w:rsidR="00597FE0" w:rsidRPr="004A5568" w:rsidRDefault="00B15B05" w:rsidP="00597FE0">
      <w:pPr>
        <w:jc w:val="both"/>
        <w:rPr>
          <w:sz w:val="22"/>
          <w:szCs w:val="22"/>
        </w:rPr>
      </w:pPr>
      <w:bookmarkStart w:id="2" w:name="_Hlk513115989"/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VÁRVAG Városüzemeltetési és Vagyongazdálkodási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0D6AA6C0" w14:textId="77777777" w:rsidR="00805113" w:rsidRPr="004A5568" w:rsidRDefault="00805113" w:rsidP="00597FE0">
      <w:pPr>
        <w:jc w:val="both"/>
        <w:rPr>
          <w:sz w:val="22"/>
          <w:szCs w:val="22"/>
        </w:rPr>
      </w:pPr>
    </w:p>
    <w:p w14:paraId="53A9C006" w14:textId="2B0244EE" w:rsidR="008773B4" w:rsidRPr="004A5568" w:rsidRDefault="00633DB8" w:rsidP="00597FE0">
      <w:pPr>
        <w:pStyle w:val="Listaszerbekezds"/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VÁRVAG </w:t>
      </w:r>
      <w:bookmarkStart w:id="3" w:name="_Hlk513115200"/>
      <w:r w:rsidR="008773B4" w:rsidRPr="004A5568">
        <w:rPr>
          <w:sz w:val="22"/>
          <w:szCs w:val="22"/>
        </w:rPr>
        <w:t>Város</w:t>
      </w:r>
      <w:r w:rsidR="00393792" w:rsidRPr="004A5568">
        <w:rPr>
          <w:sz w:val="22"/>
          <w:szCs w:val="22"/>
        </w:rPr>
        <w:t xml:space="preserve">üzemeltetési </w:t>
      </w:r>
      <w:bookmarkEnd w:id="3"/>
      <w:r w:rsidR="008773B4" w:rsidRPr="004A5568">
        <w:rPr>
          <w:sz w:val="22"/>
          <w:szCs w:val="22"/>
        </w:rPr>
        <w:t xml:space="preserve">és Vagyongazdálkodási Nonprofit Közhasznú Kft. (2700 Cegléd, Gubody utca 28.) </w:t>
      </w:r>
      <w:r w:rsidR="00C71798" w:rsidRPr="004A5568">
        <w:rPr>
          <w:sz w:val="22"/>
          <w:szCs w:val="22"/>
        </w:rPr>
        <w:t xml:space="preserve">2025. </w:t>
      </w:r>
      <w:r w:rsidR="00520F3E">
        <w:rPr>
          <w:noProof/>
          <w:sz w:val="22"/>
          <w:szCs w:val="22"/>
        </w:rPr>
        <w:t xml:space="preserve">június, július, augusztus </w:t>
      </w:r>
      <w:r w:rsidR="00C71798" w:rsidRPr="004A5568">
        <w:rPr>
          <w:sz w:val="22"/>
          <w:szCs w:val="22"/>
        </w:rPr>
        <w:t>havi beszámolóját</w:t>
      </w:r>
      <w:r w:rsidR="008773B4" w:rsidRPr="004A5568">
        <w:rPr>
          <w:sz w:val="22"/>
          <w:szCs w:val="22"/>
        </w:rPr>
        <w:t>.</w:t>
      </w:r>
    </w:p>
    <w:p w14:paraId="32388856" w14:textId="77777777" w:rsidR="008773B4" w:rsidRPr="004A5568" w:rsidRDefault="00633DB8" w:rsidP="00597FE0">
      <w:pPr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bookmarkEnd w:id="2"/>
    <w:p w14:paraId="3DD32322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  <w:u w:val="single"/>
        </w:rPr>
      </w:pPr>
    </w:p>
    <w:p w14:paraId="67F7ABA9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="003E2EAE" w:rsidRPr="004A5568">
        <w:rPr>
          <w:sz w:val="22"/>
          <w:szCs w:val="22"/>
        </w:rPr>
        <w:t>: Dr. Csáky András</w:t>
      </w:r>
      <w:r w:rsidRPr="004A5568">
        <w:rPr>
          <w:sz w:val="22"/>
          <w:szCs w:val="22"/>
        </w:rPr>
        <w:t xml:space="preserve"> polgármester</w:t>
      </w:r>
    </w:p>
    <w:p w14:paraId="23816A35" w14:textId="77777777" w:rsidR="008773B4" w:rsidRPr="004A5568" w:rsidRDefault="008773B4" w:rsidP="008773B4">
      <w:pPr>
        <w:jc w:val="both"/>
        <w:rPr>
          <w:sz w:val="22"/>
          <w:szCs w:val="22"/>
        </w:rPr>
      </w:pPr>
    </w:p>
    <w:p w14:paraId="36D437BD" w14:textId="77777777" w:rsidR="008773B4" w:rsidRPr="004A5568" w:rsidRDefault="008773B4" w:rsidP="008773B4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066B2841" w14:textId="327B0157" w:rsidR="008773B4" w:rsidRPr="004A5568" w:rsidRDefault="008353D3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7F3E9E1" w14:textId="77777777" w:rsidR="008773B4" w:rsidRPr="004A5568" w:rsidRDefault="008773B4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VÁRVAG </w:t>
      </w:r>
      <w:r w:rsidR="00393792" w:rsidRPr="004A5568">
        <w:rPr>
          <w:sz w:val="22"/>
          <w:szCs w:val="22"/>
        </w:rPr>
        <w:t xml:space="preserve">Városüzemeltetési </w:t>
      </w:r>
      <w:r w:rsidRPr="004A5568">
        <w:rPr>
          <w:sz w:val="22"/>
          <w:szCs w:val="22"/>
        </w:rPr>
        <w:t>és Vagyongazdálkodási Nonprofit Közhasznú Kft.</w:t>
      </w:r>
    </w:p>
    <w:p w14:paraId="71912CBA" w14:textId="77777777" w:rsidR="003F3F59" w:rsidRPr="004A5568" w:rsidRDefault="003F3F59" w:rsidP="00111D6C">
      <w:pPr>
        <w:jc w:val="both"/>
        <w:rPr>
          <w:sz w:val="22"/>
          <w:szCs w:val="22"/>
        </w:rPr>
      </w:pPr>
    </w:p>
    <w:p w14:paraId="5C9C2320" w14:textId="77777777" w:rsidR="00111D6C" w:rsidRPr="004A5568" w:rsidRDefault="003E2EAE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noProof/>
          <w:sz w:val="22"/>
          <w:szCs w:val="22"/>
        </w:rPr>
        <w:t>II</w:t>
      </w:r>
      <w:r w:rsidR="008773B4" w:rsidRPr="004A5568">
        <w:rPr>
          <w:b/>
          <w:noProof/>
          <w:sz w:val="22"/>
          <w:szCs w:val="22"/>
        </w:rPr>
        <w:t>I</w:t>
      </w:r>
      <w:r w:rsidR="00111D6C" w:rsidRPr="004A5568">
        <w:rPr>
          <w:b/>
          <w:noProof/>
          <w:sz w:val="22"/>
          <w:szCs w:val="22"/>
        </w:rPr>
        <w:t xml:space="preserve">. </w:t>
      </w:r>
      <w:r w:rsidR="00111D6C" w:rsidRPr="004A5568">
        <w:rPr>
          <w:b/>
          <w:bCs/>
          <w:sz w:val="22"/>
          <w:szCs w:val="22"/>
        </w:rPr>
        <w:t>Határozati javaslat</w:t>
      </w:r>
    </w:p>
    <w:p w14:paraId="6CFC77E3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</w:p>
    <w:p w14:paraId="2E649DA9" w14:textId="78A1C373" w:rsidR="00DA1C52" w:rsidRPr="004A5568" w:rsidRDefault="00B15B05" w:rsidP="00DA1C52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„Kossuth Művelődési Központ”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C902392" w14:textId="767EB2A6" w:rsidR="006011BF" w:rsidRPr="004A5568" w:rsidRDefault="006011BF" w:rsidP="00597FE0">
      <w:pPr>
        <w:jc w:val="both"/>
        <w:rPr>
          <w:sz w:val="22"/>
          <w:szCs w:val="22"/>
        </w:rPr>
      </w:pPr>
    </w:p>
    <w:p w14:paraId="30B1654B" w14:textId="3B141A1F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</w:t>
      </w:r>
      <w:bookmarkStart w:id="4" w:name="_Hlk513116080"/>
      <w:r w:rsidR="006011BF" w:rsidRPr="004A5568">
        <w:rPr>
          <w:sz w:val="22"/>
          <w:szCs w:val="22"/>
        </w:rPr>
        <w:t xml:space="preserve">„Kossuth Művelődési Központ” </w:t>
      </w:r>
      <w:r w:rsidR="0009398F" w:rsidRPr="004A5568">
        <w:rPr>
          <w:sz w:val="22"/>
          <w:szCs w:val="22"/>
        </w:rPr>
        <w:t>Nonprofit Közhasznú</w:t>
      </w:r>
      <w:r w:rsidR="006011BF" w:rsidRPr="004A5568">
        <w:rPr>
          <w:sz w:val="22"/>
          <w:szCs w:val="22"/>
        </w:rPr>
        <w:t xml:space="preserve"> Kft.,</w:t>
      </w:r>
      <w:r w:rsidR="006011BF" w:rsidRPr="004A5568">
        <w:rPr>
          <w:b/>
          <w:sz w:val="22"/>
          <w:szCs w:val="22"/>
        </w:rPr>
        <w:t xml:space="preserve"> </w:t>
      </w:r>
      <w:bookmarkEnd w:id="4"/>
      <w:r w:rsidR="006011BF" w:rsidRPr="004A5568">
        <w:rPr>
          <w:sz w:val="22"/>
          <w:szCs w:val="22"/>
        </w:rPr>
        <w:t xml:space="preserve">(2700 Cegléd, Kossuth tér 5/A) </w:t>
      </w:r>
      <w:r w:rsidR="00C71798" w:rsidRPr="004A5568">
        <w:rPr>
          <w:sz w:val="22"/>
          <w:szCs w:val="22"/>
        </w:rPr>
        <w:t xml:space="preserve">2025. </w:t>
      </w:r>
      <w:r w:rsidR="00520F3E">
        <w:rPr>
          <w:noProof/>
          <w:sz w:val="22"/>
          <w:szCs w:val="22"/>
        </w:rPr>
        <w:t xml:space="preserve">június, július, augusztus </w:t>
      </w:r>
      <w:r w:rsidR="00C71798" w:rsidRPr="004A5568">
        <w:rPr>
          <w:sz w:val="22"/>
          <w:szCs w:val="22"/>
        </w:rPr>
        <w:t>havi beszámolóját</w:t>
      </w:r>
      <w:r w:rsidR="006011BF" w:rsidRPr="004A5568">
        <w:rPr>
          <w:sz w:val="22"/>
          <w:szCs w:val="22"/>
        </w:rPr>
        <w:t>.</w:t>
      </w:r>
    </w:p>
    <w:p w14:paraId="2087AC24" w14:textId="77777777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0FE395E8" w14:textId="77777777" w:rsidR="00111D6C" w:rsidRPr="004A5568" w:rsidRDefault="00111D6C" w:rsidP="00111D6C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7BD40F0D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31167866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4615B606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49F4DD45" w14:textId="7179CD0A" w:rsidR="00111D6C" w:rsidRPr="004A5568" w:rsidRDefault="008353D3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1D978C8" w14:textId="3DA1D579" w:rsidR="00111D6C" w:rsidRPr="004A5568" w:rsidRDefault="006011BF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„Kossuth Művelődési Központ” </w:t>
      </w:r>
      <w:r w:rsidR="00F64E19" w:rsidRPr="004A5568">
        <w:rPr>
          <w:sz w:val="22"/>
          <w:szCs w:val="22"/>
        </w:rPr>
        <w:t>Nonprofit Közhasznú</w:t>
      </w:r>
      <w:r w:rsidRPr="004A5568">
        <w:rPr>
          <w:sz w:val="22"/>
          <w:szCs w:val="22"/>
        </w:rPr>
        <w:t xml:space="preserve"> Kft.</w:t>
      </w:r>
    </w:p>
    <w:p w14:paraId="1EFB6CE5" w14:textId="77777777" w:rsidR="00111D6C" w:rsidRPr="004A5568" w:rsidRDefault="00111D6C" w:rsidP="00111D6C">
      <w:pPr>
        <w:rPr>
          <w:sz w:val="22"/>
          <w:szCs w:val="22"/>
        </w:rPr>
      </w:pPr>
    </w:p>
    <w:p w14:paraId="2E8D57AC" w14:textId="77777777" w:rsidR="00597FE0" w:rsidRPr="004A5568" w:rsidRDefault="00597FE0" w:rsidP="00111D6C">
      <w:pPr>
        <w:rPr>
          <w:sz w:val="22"/>
          <w:szCs w:val="22"/>
        </w:rPr>
      </w:pPr>
    </w:p>
    <w:p w14:paraId="7F692A16" w14:textId="77777777" w:rsidR="00111D6C" w:rsidRPr="004A5568" w:rsidRDefault="00111D6C" w:rsidP="00111D6C">
      <w:pPr>
        <w:rPr>
          <w:sz w:val="22"/>
          <w:szCs w:val="22"/>
        </w:rPr>
      </w:pPr>
      <w:r w:rsidRPr="004A5568">
        <w:rPr>
          <w:sz w:val="22"/>
          <w:szCs w:val="22"/>
        </w:rPr>
        <w:t>Az előterjesztést láttam:</w:t>
      </w:r>
    </w:p>
    <w:p w14:paraId="163B2CD6" w14:textId="77777777" w:rsidR="008353D3" w:rsidRPr="004A5568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1458E861" w:rsidR="00111D6C" w:rsidRPr="004A5568" w:rsidRDefault="00597FE0" w:rsidP="00111D6C">
      <w:pPr>
        <w:tabs>
          <w:tab w:val="left" w:pos="234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111D6C" w:rsidRPr="004A5568">
        <w:rPr>
          <w:sz w:val="22"/>
          <w:szCs w:val="22"/>
        </w:rPr>
        <w:t>Dr. Diósgyőri Gitta</w:t>
      </w:r>
    </w:p>
    <w:p w14:paraId="637AAF0D" w14:textId="37F933F1" w:rsidR="00111D6C" w:rsidRPr="004A5568" w:rsidRDefault="00111D6C" w:rsidP="00393792">
      <w:pPr>
        <w:tabs>
          <w:tab w:val="left" w:pos="241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393792" w:rsidRPr="004A5568">
        <w:rPr>
          <w:sz w:val="22"/>
          <w:szCs w:val="22"/>
        </w:rPr>
        <w:t>címzetes fő</w:t>
      </w:r>
      <w:r w:rsidRPr="004A5568">
        <w:rPr>
          <w:sz w:val="22"/>
          <w:szCs w:val="22"/>
        </w:rPr>
        <w:t>jegyző</w:t>
      </w:r>
    </w:p>
    <w:sectPr w:rsidR="00111D6C" w:rsidRPr="004A556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74F5C" w14:textId="77777777" w:rsidR="009E28F6" w:rsidRDefault="009E28F6">
      <w:r>
        <w:separator/>
      </w:r>
    </w:p>
  </w:endnote>
  <w:endnote w:type="continuationSeparator" w:id="0">
    <w:p w14:paraId="15A3B686" w14:textId="77777777" w:rsidR="009E28F6" w:rsidRDefault="009E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D4A9F" w14:textId="77777777" w:rsidR="009E28F6" w:rsidRDefault="009E28F6">
      <w:r>
        <w:separator/>
      </w:r>
    </w:p>
  </w:footnote>
  <w:footnote w:type="continuationSeparator" w:id="0">
    <w:p w14:paraId="75CCDDBB" w14:textId="77777777" w:rsidR="009E28F6" w:rsidRDefault="009E2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79C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4741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5CDC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64B3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C24BD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0F3E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2F79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28F6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31A9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2D6D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01D2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E42CE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13</TotalTime>
  <Pages>2</Pages>
  <Words>504</Words>
  <Characters>3481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15</cp:revision>
  <cp:lastPrinted>2025-03-06T13:09:00Z</cp:lastPrinted>
  <dcterms:created xsi:type="dcterms:W3CDTF">2025-03-06T13:09:00Z</dcterms:created>
  <dcterms:modified xsi:type="dcterms:W3CDTF">2025-09-05T10:55:00Z</dcterms:modified>
</cp:coreProperties>
</file>